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21AC" w14:textId="04500935" w:rsidR="00B51434" w:rsidRPr="00B51434" w:rsidRDefault="00A77CE2" w:rsidP="00117214">
      <w:pPr>
        <w:jc w:val="right"/>
      </w:pPr>
      <w:r>
        <w:t>10</w:t>
      </w:r>
      <w:r w:rsidR="00B51434" w:rsidRPr="00B51434">
        <w:t>.0</w:t>
      </w:r>
      <w:r>
        <w:t>2</w:t>
      </w:r>
      <w:r w:rsidR="00B51434" w:rsidRPr="00B51434">
        <w:t>.202</w:t>
      </w:r>
      <w:r>
        <w:t>3</w:t>
      </w:r>
    </w:p>
    <w:p w14:paraId="02AC77CA" w14:textId="77777777" w:rsidR="00B51434" w:rsidRPr="00B51434" w:rsidRDefault="00B51434" w:rsidP="00117214"/>
    <w:p w14:paraId="3DDDF56C" w14:textId="77777777" w:rsidR="00C1109F" w:rsidRDefault="00C1109F" w:rsidP="00251ECD">
      <w:pPr>
        <w:spacing w:line="240" w:lineRule="auto"/>
      </w:pPr>
      <w:r w:rsidRPr="00C1109F">
        <w:rPr>
          <w:sz w:val="28"/>
          <w:szCs w:val="28"/>
        </w:rPr>
        <w:t>M</w:t>
      </w:r>
      <w:r w:rsidRPr="00C1109F">
        <w:rPr>
          <w:sz w:val="28"/>
          <w:szCs w:val="28"/>
        </w:rPr>
        <w:t>ehrfach ausgezeichnet</w:t>
      </w:r>
      <w:r>
        <w:rPr>
          <w:sz w:val="36"/>
          <w:szCs w:val="36"/>
        </w:rPr>
        <w:br/>
      </w:r>
      <w:r w:rsidRPr="00C1109F">
        <w:rPr>
          <w:sz w:val="36"/>
          <w:szCs w:val="36"/>
        </w:rPr>
        <w:t>Krones gewinnt zwei German Design Awards 2023</w:t>
      </w:r>
    </w:p>
    <w:p w14:paraId="1314971F" w14:textId="071CFA31" w:rsidR="00B51434" w:rsidRPr="00B51434" w:rsidRDefault="00B51434" w:rsidP="00117214"/>
    <w:p w14:paraId="65FD09F5" w14:textId="77777777" w:rsidR="00C1109F" w:rsidRPr="00C1109F" w:rsidRDefault="00C1109F" w:rsidP="00C1109F">
      <w:pPr>
        <w:pStyle w:val="Listenabsatz"/>
        <w:numPr>
          <w:ilvl w:val="0"/>
          <w:numId w:val="19"/>
        </w:numPr>
        <w:rPr>
          <w:rStyle w:val="Seitenzahl"/>
          <w:rFonts w:ascii="Times New Roman" w:hAnsi="Times New Roman"/>
          <w:color w:val="auto"/>
        </w:rPr>
      </w:pPr>
      <w:r w:rsidRPr="00C1109F">
        <w:rPr>
          <w:rStyle w:val="Seitenzahl"/>
          <w:rFonts w:ascii="Times New Roman" w:hAnsi="Times New Roman"/>
          <w:color w:val="auto"/>
        </w:rPr>
        <w:t xml:space="preserve">Ganze zwei Mal räumte Krones bei der diesjährigen Verleihung des German Design Award Special 2023 in der Kategorie Excellent Product Design Industry ab. </w:t>
      </w:r>
    </w:p>
    <w:p w14:paraId="3773EC52" w14:textId="77777777" w:rsidR="00C1109F" w:rsidRPr="00C1109F" w:rsidRDefault="00C1109F" w:rsidP="00C1109F">
      <w:pPr>
        <w:pStyle w:val="Listenabsatz"/>
        <w:numPr>
          <w:ilvl w:val="0"/>
          <w:numId w:val="19"/>
        </w:numPr>
        <w:rPr>
          <w:rStyle w:val="Seitenzahl"/>
          <w:rFonts w:ascii="Times New Roman" w:hAnsi="Times New Roman"/>
          <w:color w:val="auto"/>
        </w:rPr>
      </w:pPr>
      <w:r w:rsidRPr="00C1109F">
        <w:rPr>
          <w:rStyle w:val="Seitenzahl"/>
          <w:rFonts w:ascii="Times New Roman" w:hAnsi="Times New Roman"/>
          <w:color w:val="auto"/>
        </w:rPr>
        <w:t xml:space="preserve">Ausgezeichnet wurden die neue Generation der Streckblasmaschine Contiform sowie das mobile Robotersystem „Mobile Production Robotics“ für ihre herausragenden Designqualitäten. </w:t>
      </w:r>
    </w:p>
    <w:p w14:paraId="1D4EE16F" w14:textId="77777777" w:rsidR="00B51434" w:rsidRPr="00B51434" w:rsidRDefault="00B51434" w:rsidP="00117214"/>
    <w:p w14:paraId="27F3F6E0" w14:textId="77777777" w:rsidR="00DA09E6" w:rsidRDefault="00C1109F" w:rsidP="00C1109F">
      <w:r>
        <w:t xml:space="preserve">Einmal mehr besticht Krones mit herausragendem Design – und das gleich mit zwei Innovationen: Die Streckblasmaschine Contiform und das mobile Robotersystem „Mobile Production Robotics“ wurden mit dem German Design Award </w:t>
      </w:r>
      <w:r w:rsidRPr="00C1109F">
        <w:t xml:space="preserve">in der Kategorie Excellent Product Design Industry </w:t>
      </w:r>
      <w:r>
        <w:t>prämiert. Dieser zählt zu den renommiertesten Design-Wettbewerben weltweit und genießt weit über Fachkreise hinaus hohes Ansehen. Wer sich gegen die hochkarätige Konkurrenz durchsetzt, gehört zu den Besten.</w:t>
      </w:r>
    </w:p>
    <w:p w14:paraId="53EF925B" w14:textId="77777777" w:rsidR="00DA09E6" w:rsidRDefault="00DA09E6" w:rsidP="00C1109F"/>
    <w:p w14:paraId="6EB42D36" w14:textId="717BFE80" w:rsidR="00C1109F" w:rsidRPr="00DA09E6" w:rsidRDefault="00DA09E6" w:rsidP="00C1109F">
      <w:pPr>
        <w:rPr>
          <w:b/>
          <w:bCs/>
        </w:rPr>
      </w:pPr>
      <w:r>
        <w:rPr>
          <w:b/>
          <w:bCs/>
        </w:rPr>
        <w:t xml:space="preserve">Preisträger: </w:t>
      </w:r>
      <w:r w:rsidRPr="00DA09E6">
        <w:rPr>
          <w:b/>
          <w:bCs/>
        </w:rPr>
        <w:t>Neue Generation der Contiform und Mobile Production Robotics</w:t>
      </w:r>
    </w:p>
    <w:p w14:paraId="79ABED1E" w14:textId="77777777" w:rsidR="00C1109F" w:rsidRDefault="00C1109F" w:rsidP="00C1109F"/>
    <w:p w14:paraId="11377492" w14:textId="6190695E" w:rsidR="00C1109F" w:rsidRDefault="00C1109F" w:rsidP="00C1109F">
      <w:r>
        <w:t>Manchmal sind es nur kleine Veränderungen oder Ideen, die einen großen Impact haben. Die Krones Contiform Streckblasmaschine zur Produktion von PET-Flaschen läuft bereits in der vierten Generation. Und die hat es in sich: Der Fokus in der Weiterentwicklung lag auf Nachhaltigkeit und Digitalisierung – zwei Themen, die die industrielle Welt derzeit stark bewegen. Intelligente Features wie Contiloop AI, Air Wizard Triple und Skip</w:t>
      </w:r>
      <w:r w:rsidR="0091331B">
        <w:t>-</w:t>
      </w:r>
      <w:r>
        <w:t>and</w:t>
      </w:r>
      <w:r w:rsidR="0091331B">
        <w:t>-</w:t>
      </w:r>
      <w:r>
        <w:t>Run führen dazu, dass die Maschine 16 Prozent weniger CO2-Emissionen ausstößt. Im Zusammenspiel mit einer menschzentrierten Bedienung lassen sich Störungen sowohl am Bedienpanel als auch auf mobilen Endgeräten erkennen.</w:t>
      </w:r>
    </w:p>
    <w:p w14:paraId="51D753A5" w14:textId="77777777" w:rsidR="00C1109F" w:rsidRDefault="00C1109F" w:rsidP="00C1109F"/>
    <w:p w14:paraId="177FB393" w14:textId="7E31D2B9" w:rsidR="00C1109F" w:rsidRDefault="00C1109F" w:rsidP="00C1109F">
      <w:r>
        <w:t xml:space="preserve">Der zweite Preisträger, </w:t>
      </w:r>
      <w:r w:rsidR="0091331B">
        <w:t>ein</w:t>
      </w:r>
      <w:r>
        <w:t xml:space="preserve"> mobile</w:t>
      </w:r>
      <w:r w:rsidR="0091331B">
        <w:t>s</w:t>
      </w:r>
      <w:r>
        <w:t xml:space="preserve"> Robotersystem, unterstützt bei der Materialversorgung von Abfüll- und Verpackungsanlagen. In einer ersten Anwendung werden Folienrollen an Verpackungsmaschinen vollautomatisiert nachgelegt. Diese Automatisierung von bisher manuell durchgeführten Tätigkeiten lässt Betreiberkosten senken und ihre Produktion flexibler gestalten. Mit seinem integrativen und aufgeräumten Design erfüllt der Roboter exakt die Standards der Lebensmittelbranche.</w:t>
      </w:r>
    </w:p>
    <w:p w14:paraId="689087E7" w14:textId="77777777" w:rsidR="005955DB" w:rsidRDefault="005955DB" w:rsidP="00C1109F"/>
    <w:p w14:paraId="762B327E" w14:textId="78688B43" w:rsidR="00B51434" w:rsidRPr="00B51434" w:rsidRDefault="00C1109F" w:rsidP="00C1109F">
      <w:r>
        <w:t xml:space="preserve">Die hochkarätige internationale Jury des German Design Award zeigte sich von den beiden Lösungen begeistert und nachdem Krones bereits </w:t>
      </w:r>
      <w:r w:rsidR="00037791">
        <w:t>in der Vergangenheit regelmäßig</w:t>
      </w:r>
      <w:r>
        <w:t xml:space="preserve"> mit mehreren Design Awards ausgezeichnet wurde, setzt sich diese Erfolgsgeschichte nun fort. Krones beweist somit einmal mehr, dass sich hervorragende Lösungen und nachhaltige Technologie bestens mit erstklassigem Design verbinden lassen.</w:t>
      </w:r>
      <w:r w:rsidR="00B51434" w:rsidRPr="00B51434">
        <w:t xml:space="preserve"> </w:t>
      </w:r>
    </w:p>
    <w:p w14:paraId="59C72752" w14:textId="64AA93BB" w:rsidR="00B51434" w:rsidRDefault="00B51434" w:rsidP="00117214"/>
    <w:p w14:paraId="7EF248CB" w14:textId="636D1427" w:rsidR="00C1109F" w:rsidRDefault="000643FA" w:rsidP="00117214">
      <w:r>
        <w:lastRenderedPageBreak/>
        <w:t xml:space="preserve">BU: </w:t>
      </w:r>
      <w:r w:rsidRPr="000643FA">
        <w:t>RFF_GDA23_1053_2</w:t>
      </w:r>
      <w:r>
        <w:br/>
        <w:t>Krones wurde für die</w:t>
      </w:r>
      <w:r>
        <w:t xml:space="preserve"> Streckblasmaschine Contiform und das mobile Robotersystem „Mobile Production Robotics“ mit dem German Design Award </w:t>
      </w:r>
      <w:r w:rsidRPr="00C1109F">
        <w:t xml:space="preserve">in der Kategorie Excellent Product Design Industry </w:t>
      </w:r>
      <w:r>
        <w:t>prämiert</w:t>
      </w:r>
      <w:r>
        <w:t>.</w:t>
      </w:r>
    </w:p>
    <w:p w14:paraId="2D757776" w14:textId="0E74A2D1" w:rsidR="00C1109F" w:rsidRDefault="00C1109F" w:rsidP="00117214"/>
    <w:p w14:paraId="2B96E134" w14:textId="77777777" w:rsidR="00C1109F" w:rsidRPr="00B51434" w:rsidRDefault="00C1109F" w:rsidP="00117214"/>
    <w:p w14:paraId="483C49E8" w14:textId="77777777" w:rsidR="00B51434" w:rsidRPr="00C1109F" w:rsidRDefault="00B51434" w:rsidP="00117214">
      <w:pPr>
        <w:rPr>
          <w:b/>
          <w:bCs/>
        </w:rPr>
      </w:pPr>
      <w:r w:rsidRPr="00C1109F">
        <w:rPr>
          <w:b/>
          <w:bCs/>
        </w:rPr>
        <w:t>Ansprechpartnerin:</w:t>
      </w:r>
    </w:p>
    <w:p w14:paraId="4BEC304F" w14:textId="77777777" w:rsidR="00B51434" w:rsidRPr="00C1109F" w:rsidRDefault="00B51434" w:rsidP="00117214">
      <w:r w:rsidRPr="00C1109F">
        <w:t>Ingrid Reuschl</w:t>
      </w:r>
    </w:p>
    <w:p w14:paraId="3F06172C" w14:textId="77777777" w:rsidR="00B51434" w:rsidRPr="00C1109F" w:rsidRDefault="00B51434" w:rsidP="00117214">
      <w:r w:rsidRPr="00C1109F">
        <w:t>Head of Corporate Communications</w:t>
      </w:r>
    </w:p>
    <w:p w14:paraId="67B3CFF8" w14:textId="77777777" w:rsidR="00B51434" w:rsidRPr="00B51434" w:rsidRDefault="00B51434" w:rsidP="00117214">
      <w:r w:rsidRPr="00B51434">
        <w:t>KRONES AG</w:t>
      </w:r>
    </w:p>
    <w:p w14:paraId="783E46E4"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083284F4"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15233C51" w14:textId="77777777" w:rsidR="00B51434" w:rsidRPr="00B51434" w:rsidRDefault="00B51434" w:rsidP="00117214">
      <w:pPr>
        <w:rPr>
          <w:lang w:val="it-IT"/>
        </w:rPr>
      </w:pPr>
    </w:p>
    <w:p w14:paraId="03CDA155" w14:textId="77777777" w:rsidR="00B51434" w:rsidRPr="00B51434" w:rsidRDefault="00B51434" w:rsidP="00117214">
      <w:pPr>
        <w:rPr>
          <w:lang w:val="it-IT"/>
        </w:rPr>
      </w:pPr>
    </w:p>
    <w:p w14:paraId="02B2EC4F" w14:textId="77777777" w:rsidR="00B51434" w:rsidRPr="00B51434" w:rsidRDefault="00B51434" w:rsidP="00117214">
      <w:pPr>
        <w:rPr>
          <w:lang w:val="it-IT"/>
        </w:rPr>
      </w:pPr>
    </w:p>
    <w:p w14:paraId="25204F8B" w14:textId="77777777" w:rsidR="00B51434" w:rsidRPr="00B51434" w:rsidRDefault="00B51434" w:rsidP="00117214">
      <w:pPr>
        <w:rPr>
          <w:lang w:val="it-IT"/>
        </w:rPr>
      </w:pPr>
    </w:p>
    <w:p w14:paraId="63984DDB" w14:textId="77777777" w:rsidR="00B51434" w:rsidRPr="00B51434" w:rsidRDefault="00B51434" w:rsidP="00117214">
      <w:pPr>
        <w:rPr>
          <w:lang w:val="it-IT"/>
        </w:rPr>
      </w:pPr>
    </w:p>
    <w:p w14:paraId="64EFAA8A" w14:textId="77777777" w:rsidR="00B51434" w:rsidRPr="00B51434" w:rsidRDefault="00B51434" w:rsidP="00117214">
      <w:pPr>
        <w:rPr>
          <w:lang w:val="it-IT"/>
        </w:rPr>
      </w:pPr>
    </w:p>
    <w:p w14:paraId="596E641F" w14:textId="77777777" w:rsidR="00B51434" w:rsidRPr="00B51434" w:rsidRDefault="00B51434" w:rsidP="00117214">
      <w:pPr>
        <w:rPr>
          <w:lang w:val="it-IT"/>
        </w:rPr>
      </w:pPr>
    </w:p>
    <w:p w14:paraId="7B03D9FE" w14:textId="77777777" w:rsidR="00B51434" w:rsidRPr="00B51434" w:rsidRDefault="00B51434" w:rsidP="00117214">
      <w:pPr>
        <w:rPr>
          <w:lang w:val="it-IT"/>
        </w:rPr>
      </w:pPr>
    </w:p>
    <w:p w14:paraId="5DCED238" w14:textId="77777777" w:rsidR="00B51434" w:rsidRPr="00B51434" w:rsidRDefault="00B51434" w:rsidP="00117214">
      <w:pPr>
        <w:rPr>
          <w:lang w:val="it-IT"/>
        </w:rPr>
      </w:pPr>
    </w:p>
    <w:p w14:paraId="62638C61" w14:textId="77777777" w:rsidR="00B51434" w:rsidRPr="00B51434" w:rsidRDefault="00B51434" w:rsidP="00117214">
      <w:pPr>
        <w:rPr>
          <w:lang w:val="it-IT"/>
        </w:rPr>
      </w:pPr>
    </w:p>
    <w:p w14:paraId="200D3D82" w14:textId="77777777" w:rsidR="00B51434" w:rsidRPr="00B51434" w:rsidRDefault="00B51434" w:rsidP="00117214">
      <w:pPr>
        <w:rPr>
          <w:lang w:val="it-IT"/>
        </w:rPr>
      </w:pPr>
    </w:p>
    <w:p w14:paraId="36FD56A7" w14:textId="77777777" w:rsidR="00B51434" w:rsidRPr="00B51434" w:rsidRDefault="00B51434" w:rsidP="00117214">
      <w:pPr>
        <w:rPr>
          <w:lang w:val="it-IT"/>
        </w:rPr>
      </w:pPr>
    </w:p>
    <w:p w14:paraId="2FF227E0" w14:textId="77777777" w:rsidR="00B51434" w:rsidRPr="00B51434" w:rsidRDefault="00B51434" w:rsidP="00117214">
      <w:pPr>
        <w:rPr>
          <w:lang w:val="it-IT"/>
        </w:rPr>
      </w:pPr>
    </w:p>
    <w:p w14:paraId="77F082BB" w14:textId="77777777" w:rsidR="00B51434" w:rsidRPr="00B51434" w:rsidRDefault="00B51434" w:rsidP="00117214">
      <w:pPr>
        <w:rPr>
          <w:lang w:val="it-IT"/>
        </w:rPr>
      </w:pPr>
    </w:p>
    <w:p w14:paraId="60D42F46" w14:textId="77777777" w:rsidR="00B51434" w:rsidRPr="00B51434" w:rsidRDefault="00B51434" w:rsidP="00117214">
      <w:pPr>
        <w:rPr>
          <w:lang w:val="it-IT"/>
        </w:rPr>
      </w:pPr>
    </w:p>
    <w:p w14:paraId="47268DA2" w14:textId="77777777" w:rsidR="00B51434" w:rsidRPr="00B51434" w:rsidRDefault="00B51434" w:rsidP="00117214">
      <w:pPr>
        <w:rPr>
          <w:lang w:val="it-IT"/>
        </w:rPr>
      </w:pPr>
    </w:p>
    <w:p w14:paraId="2D146DB3" w14:textId="77777777" w:rsidR="00B51434" w:rsidRPr="00B51434" w:rsidRDefault="00B51434" w:rsidP="00117214">
      <w:pPr>
        <w:rPr>
          <w:lang w:val="it-IT"/>
        </w:rPr>
      </w:pPr>
    </w:p>
    <w:p w14:paraId="03C12A72" w14:textId="77777777" w:rsidR="00B51434" w:rsidRDefault="00B51434" w:rsidP="00117214">
      <w:pPr>
        <w:rPr>
          <w:lang w:val="it-IT"/>
        </w:rPr>
      </w:pPr>
    </w:p>
    <w:p w14:paraId="248616A8" w14:textId="77777777" w:rsidR="00C0221B" w:rsidRDefault="00C0221B" w:rsidP="00117214">
      <w:pPr>
        <w:rPr>
          <w:lang w:val="it-IT"/>
        </w:rPr>
      </w:pPr>
    </w:p>
    <w:p w14:paraId="471FEA32"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130C2" w14:textId="77777777" w:rsidR="007402C6" w:rsidRDefault="007402C6" w:rsidP="00117214">
      <w:r>
        <w:separator/>
      </w:r>
    </w:p>
  </w:endnote>
  <w:endnote w:type="continuationSeparator" w:id="0">
    <w:p w14:paraId="55C4EC26" w14:textId="77777777" w:rsidR="007402C6" w:rsidRDefault="007402C6"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03331E63" w14:textId="77777777" w:rsidTr="00C0221B">
      <w:trPr>
        <w:cantSplit/>
      </w:trPr>
      <w:tc>
        <w:tcPr>
          <w:tcW w:w="1410" w:type="dxa"/>
        </w:tcPr>
        <w:p w14:paraId="5EADE87E" w14:textId="77777777" w:rsidR="00117214" w:rsidRPr="00C0221B" w:rsidRDefault="00117214" w:rsidP="00C0221B">
          <w:pPr>
            <w:pStyle w:val="Fuzeile"/>
          </w:pPr>
          <w:r w:rsidRPr="00C0221B">
            <w:t>KRONES AG</w:t>
          </w:r>
        </w:p>
        <w:p w14:paraId="50BD1525" w14:textId="77777777" w:rsidR="00117214" w:rsidRPr="00C0221B" w:rsidRDefault="00117214" w:rsidP="00C0221B">
          <w:pPr>
            <w:pStyle w:val="Fuzeile"/>
          </w:pPr>
          <w:r w:rsidRPr="00C0221B">
            <w:t>Presseabteilung</w:t>
          </w:r>
        </w:p>
      </w:tc>
      <w:tc>
        <w:tcPr>
          <w:tcW w:w="1701" w:type="dxa"/>
        </w:tcPr>
        <w:p w14:paraId="00E11173" w14:textId="77777777" w:rsidR="00117214" w:rsidRPr="00C0221B" w:rsidRDefault="00117214" w:rsidP="00C0221B">
          <w:pPr>
            <w:pStyle w:val="Fuzeile"/>
          </w:pPr>
          <w:r w:rsidRPr="00C0221B">
            <w:t>Böhmerwaldstraße 5</w:t>
          </w:r>
        </w:p>
        <w:p w14:paraId="5567168F" w14:textId="77777777" w:rsidR="00117214" w:rsidRPr="00C0221B" w:rsidRDefault="00117214" w:rsidP="00C0221B">
          <w:pPr>
            <w:pStyle w:val="Fuzeile"/>
          </w:pPr>
          <w:r w:rsidRPr="00C0221B">
            <w:t>93073 Neutraubling</w:t>
          </w:r>
        </w:p>
        <w:p w14:paraId="6ED9451D" w14:textId="77777777" w:rsidR="00117214" w:rsidRPr="00C0221B" w:rsidRDefault="00117214" w:rsidP="00C0221B">
          <w:pPr>
            <w:pStyle w:val="Fuzeile"/>
          </w:pPr>
          <w:r w:rsidRPr="00C0221B">
            <w:t>Germany</w:t>
          </w:r>
        </w:p>
      </w:tc>
      <w:tc>
        <w:tcPr>
          <w:tcW w:w="567" w:type="dxa"/>
        </w:tcPr>
        <w:p w14:paraId="203D54AF" w14:textId="77777777" w:rsidR="00117214" w:rsidRPr="00C0221B" w:rsidRDefault="00117214" w:rsidP="00C0221B">
          <w:pPr>
            <w:pStyle w:val="Fuzeile"/>
            <w:rPr>
              <w:lang w:val="it-IT"/>
            </w:rPr>
          </w:pPr>
          <w:r w:rsidRPr="00C0221B">
            <w:t>Telefon</w:t>
          </w:r>
        </w:p>
        <w:p w14:paraId="6BE68DD2" w14:textId="77777777" w:rsidR="00117214" w:rsidRPr="00C0221B" w:rsidRDefault="00117214" w:rsidP="00C0221B">
          <w:pPr>
            <w:pStyle w:val="Fuzeile"/>
            <w:rPr>
              <w:lang w:val="it-IT"/>
            </w:rPr>
          </w:pPr>
          <w:r w:rsidRPr="00C0221B">
            <w:rPr>
              <w:lang w:val="it-IT"/>
            </w:rPr>
            <w:t>E-Mail</w:t>
          </w:r>
        </w:p>
        <w:p w14:paraId="06DB9FBD" w14:textId="77777777" w:rsidR="00117214" w:rsidRPr="00C0221B" w:rsidRDefault="00117214" w:rsidP="00C0221B">
          <w:pPr>
            <w:pStyle w:val="Fuzeile"/>
            <w:rPr>
              <w:lang w:val="it-IT"/>
            </w:rPr>
          </w:pPr>
          <w:r w:rsidRPr="00C0221B">
            <w:t>Internet</w:t>
          </w:r>
        </w:p>
        <w:p w14:paraId="328BBF3F" w14:textId="77777777" w:rsidR="00117214" w:rsidRPr="00C0221B" w:rsidRDefault="00117214" w:rsidP="00C0221B">
          <w:pPr>
            <w:pStyle w:val="Fuzeile"/>
          </w:pPr>
        </w:p>
      </w:tc>
      <w:tc>
        <w:tcPr>
          <w:tcW w:w="1701" w:type="dxa"/>
        </w:tcPr>
        <w:p w14:paraId="3634A675" w14:textId="77777777" w:rsidR="00117214" w:rsidRPr="00C0221B" w:rsidRDefault="00117214" w:rsidP="00C0221B">
          <w:pPr>
            <w:pStyle w:val="Fuzeile"/>
          </w:pPr>
          <w:r w:rsidRPr="00C0221B">
            <w:t>+49 9401 70-1970</w:t>
          </w:r>
        </w:p>
        <w:p w14:paraId="1CE2B6CA" w14:textId="77777777" w:rsidR="00117214" w:rsidRPr="00C0221B" w:rsidRDefault="00117214" w:rsidP="00C0221B">
          <w:pPr>
            <w:pStyle w:val="Fuzeile"/>
          </w:pPr>
          <w:r w:rsidRPr="00C0221B">
            <w:t>presse@krones.com</w:t>
          </w:r>
        </w:p>
        <w:p w14:paraId="408B2685" w14:textId="77777777" w:rsidR="00117214" w:rsidRPr="00C0221B" w:rsidRDefault="00117214" w:rsidP="00C0221B">
          <w:pPr>
            <w:pStyle w:val="Fuzeile"/>
            <w:rPr>
              <w:lang w:val="it-IT"/>
            </w:rPr>
          </w:pPr>
          <w:r w:rsidRPr="00C0221B">
            <w:t>www.krones.com</w:t>
          </w:r>
        </w:p>
        <w:p w14:paraId="35518C91" w14:textId="77777777" w:rsidR="00117214" w:rsidRPr="00C0221B" w:rsidRDefault="00117214" w:rsidP="00C0221B">
          <w:pPr>
            <w:pStyle w:val="Fuzeile"/>
          </w:pPr>
        </w:p>
      </w:tc>
      <w:tc>
        <w:tcPr>
          <w:tcW w:w="3827" w:type="dxa"/>
        </w:tcPr>
        <w:p w14:paraId="148A5EC3" w14:textId="77777777" w:rsidR="00117214" w:rsidRPr="00C0221B" w:rsidRDefault="00117214" w:rsidP="00C0221B">
          <w:pPr>
            <w:pStyle w:val="Fuzeile"/>
          </w:pPr>
          <w:r w:rsidRPr="00C0221B">
            <w:t>Beleg erbeten an: KRONES AG</w:t>
          </w:r>
        </w:p>
        <w:p w14:paraId="1B620847" w14:textId="77777777" w:rsidR="00117214" w:rsidRPr="00C0221B" w:rsidRDefault="00117214" w:rsidP="00C0221B">
          <w:pPr>
            <w:pStyle w:val="Fuzeile"/>
          </w:pPr>
          <w:r w:rsidRPr="00C0221B">
            <w:t xml:space="preserve">Please send a copy of publication to: KRONES AG </w:t>
          </w:r>
        </w:p>
        <w:p w14:paraId="1AE4506E" w14:textId="77777777" w:rsidR="00117214" w:rsidRPr="00C0221B" w:rsidRDefault="00117214" w:rsidP="00C0221B">
          <w:pPr>
            <w:pStyle w:val="Fuzeile"/>
            <w:rPr>
              <w:lang w:val="fr-FR"/>
            </w:rPr>
          </w:pPr>
          <w:r w:rsidRPr="00C0221B">
            <w:rPr>
              <w:lang w:val="fr-FR"/>
            </w:rPr>
            <w:t>Veuillez envoyer une copie de la publication à: KRONES AG</w:t>
          </w:r>
        </w:p>
        <w:p w14:paraId="43EE4E1F"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2837E403"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5B216087"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C1109F" w14:paraId="492860A4" w14:textId="77777777" w:rsidTr="00C0221B">
      <w:trPr>
        <w:cantSplit/>
      </w:trPr>
      <w:tc>
        <w:tcPr>
          <w:tcW w:w="1410" w:type="dxa"/>
        </w:tcPr>
        <w:p w14:paraId="0B0E0025" w14:textId="77777777" w:rsidR="00117214" w:rsidRPr="00B51434" w:rsidRDefault="00117214" w:rsidP="00C0221B">
          <w:pPr>
            <w:pStyle w:val="Fuzeile"/>
          </w:pPr>
          <w:r w:rsidRPr="00B51434">
            <w:t>KRONES AG</w:t>
          </w:r>
        </w:p>
        <w:p w14:paraId="332843B7" w14:textId="77777777" w:rsidR="00117214" w:rsidRPr="00B51434" w:rsidRDefault="00117214" w:rsidP="00C0221B">
          <w:pPr>
            <w:pStyle w:val="Fuzeile"/>
          </w:pPr>
          <w:r w:rsidRPr="00B51434">
            <w:t>Presseabteilung</w:t>
          </w:r>
        </w:p>
      </w:tc>
      <w:tc>
        <w:tcPr>
          <w:tcW w:w="1701" w:type="dxa"/>
        </w:tcPr>
        <w:p w14:paraId="2ABA86C5" w14:textId="77777777" w:rsidR="00117214" w:rsidRPr="00B51434" w:rsidRDefault="00117214" w:rsidP="00C0221B">
          <w:pPr>
            <w:pStyle w:val="Fuzeile"/>
          </w:pPr>
          <w:r w:rsidRPr="00B51434">
            <w:t>Böhmerwaldstraße 5</w:t>
          </w:r>
        </w:p>
        <w:p w14:paraId="50D0EB63" w14:textId="77777777" w:rsidR="00117214" w:rsidRPr="00B51434" w:rsidRDefault="00117214" w:rsidP="00C0221B">
          <w:pPr>
            <w:pStyle w:val="Fuzeile"/>
          </w:pPr>
          <w:r w:rsidRPr="00B51434">
            <w:t>93073 Neutraubling</w:t>
          </w:r>
        </w:p>
        <w:p w14:paraId="79E31B2A" w14:textId="77777777" w:rsidR="00117214" w:rsidRPr="00B51434" w:rsidRDefault="00117214" w:rsidP="00C0221B">
          <w:pPr>
            <w:pStyle w:val="Fuzeile"/>
          </w:pPr>
          <w:r w:rsidRPr="00B51434">
            <w:t>Germany</w:t>
          </w:r>
        </w:p>
      </w:tc>
      <w:tc>
        <w:tcPr>
          <w:tcW w:w="567" w:type="dxa"/>
        </w:tcPr>
        <w:p w14:paraId="1896112C" w14:textId="77777777" w:rsidR="00117214" w:rsidRPr="00B51434" w:rsidRDefault="00117214" w:rsidP="00C0221B">
          <w:pPr>
            <w:pStyle w:val="Fuzeile"/>
            <w:rPr>
              <w:lang w:val="it-IT"/>
            </w:rPr>
          </w:pPr>
          <w:r w:rsidRPr="00B51434">
            <w:t>Telefon</w:t>
          </w:r>
        </w:p>
        <w:p w14:paraId="501D82A6" w14:textId="77777777" w:rsidR="00117214" w:rsidRPr="00B51434" w:rsidRDefault="00117214" w:rsidP="00C0221B">
          <w:pPr>
            <w:pStyle w:val="Fuzeile"/>
            <w:rPr>
              <w:lang w:val="it-IT"/>
            </w:rPr>
          </w:pPr>
          <w:r w:rsidRPr="00B51434">
            <w:rPr>
              <w:lang w:val="it-IT"/>
            </w:rPr>
            <w:t>E-Mail</w:t>
          </w:r>
        </w:p>
        <w:p w14:paraId="172A06F4" w14:textId="77777777" w:rsidR="00117214" w:rsidRPr="00B51434" w:rsidRDefault="00117214" w:rsidP="00C0221B">
          <w:pPr>
            <w:pStyle w:val="Fuzeile"/>
            <w:rPr>
              <w:lang w:val="it-IT"/>
            </w:rPr>
          </w:pPr>
          <w:r w:rsidRPr="00B51434">
            <w:t>Internet</w:t>
          </w:r>
        </w:p>
        <w:p w14:paraId="425980A7" w14:textId="77777777" w:rsidR="00117214" w:rsidRPr="00B51434" w:rsidRDefault="00117214" w:rsidP="00C0221B">
          <w:pPr>
            <w:pStyle w:val="Fuzeile"/>
          </w:pPr>
        </w:p>
      </w:tc>
      <w:tc>
        <w:tcPr>
          <w:tcW w:w="1701" w:type="dxa"/>
        </w:tcPr>
        <w:p w14:paraId="7EA9617A" w14:textId="77777777" w:rsidR="00117214" w:rsidRPr="00B51434" w:rsidRDefault="00117214" w:rsidP="00C0221B">
          <w:pPr>
            <w:pStyle w:val="Fuzeile"/>
          </w:pPr>
          <w:r w:rsidRPr="00B51434">
            <w:t>+49 9401 70-1970</w:t>
          </w:r>
        </w:p>
        <w:p w14:paraId="430D8B38" w14:textId="77777777" w:rsidR="00117214" w:rsidRPr="00B51434" w:rsidRDefault="00117214" w:rsidP="00C0221B">
          <w:pPr>
            <w:pStyle w:val="Fuzeile"/>
          </w:pPr>
          <w:r w:rsidRPr="00B51434">
            <w:t>presse@krones.com</w:t>
          </w:r>
        </w:p>
        <w:p w14:paraId="79A2AD98" w14:textId="77777777" w:rsidR="00117214" w:rsidRPr="00B51434" w:rsidRDefault="00117214" w:rsidP="00C0221B">
          <w:pPr>
            <w:pStyle w:val="Fuzeile"/>
            <w:rPr>
              <w:lang w:val="it-IT"/>
            </w:rPr>
          </w:pPr>
          <w:r w:rsidRPr="00B51434">
            <w:t>www.krones.com</w:t>
          </w:r>
        </w:p>
        <w:p w14:paraId="70EAA0A5" w14:textId="77777777" w:rsidR="00117214" w:rsidRPr="00B51434" w:rsidRDefault="00117214" w:rsidP="00C0221B">
          <w:pPr>
            <w:pStyle w:val="Fuzeile"/>
          </w:pPr>
        </w:p>
      </w:tc>
      <w:tc>
        <w:tcPr>
          <w:tcW w:w="3827" w:type="dxa"/>
        </w:tcPr>
        <w:p w14:paraId="7421C0AA" w14:textId="77777777" w:rsidR="00117214" w:rsidRPr="00B51434" w:rsidRDefault="00117214" w:rsidP="00C0221B">
          <w:pPr>
            <w:pStyle w:val="Fuzeile"/>
          </w:pPr>
          <w:r w:rsidRPr="00B51434">
            <w:t>Beleg erbeten an: KRONES AG</w:t>
          </w:r>
        </w:p>
        <w:p w14:paraId="4DE93B29" w14:textId="77777777" w:rsidR="00117214" w:rsidRPr="00B51434" w:rsidRDefault="00117214" w:rsidP="00C0221B">
          <w:pPr>
            <w:pStyle w:val="Fuzeile"/>
          </w:pPr>
          <w:r w:rsidRPr="00B51434">
            <w:t xml:space="preserve">Please send a copy of publication to: KRONES AG </w:t>
          </w:r>
        </w:p>
        <w:p w14:paraId="078F620C" w14:textId="77777777" w:rsidR="00117214" w:rsidRPr="00B51434" w:rsidRDefault="00117214" w:rsidP="00C0221B">
          <w:pPr>
            <w:pStyle w:val="Fuzeile"/>
            <w:rPr>
              <w:lang w:val="fr-FR"/>
            </w:rPr>
          </w:pPr>
          <w:r w:rsidRPr="00B51434">
            <w:rPr>
              <w:lang w:val="fr-FR"/>
            </w:rPr>
            <w:t>Veuillez envoyer une copie de la publication à: KRONES AG</w:t>
          </w:r>
        </w:p>
        <w:p w14:paraId="22B12B25"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01D0FA8B" w14:textId="77777777" w:rsidR="00117214" w:rsidRPr="00B51434" w:rsidRDefault="00117214" w:rsidP="00C0221B">
          <w:pPr>
            <w:jc w:val="right"/>
            <w:rPr>
              <w:lang w:val="en-US"/>
            </w:rPr>
          </w:pPr>
        </w:p>
      </w:tc>
    </w:tr>
  </w:tbl>
  <w:p w14:paraId="2D104B9F"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85EBA" w14:textId="77777777" w:rsidR="007402C6" w:rsidRDefault="007402C6" w:rsidP="00117214">
      <w:r>
        <w:separator/>
      </w:r>
    </w:p>
  </w:footnote>
  <w:footnote w:type="continuationSeparator" w:id="0">
    <w:p w14:paraId="1F4903C6" w14:textId="77777777" w:rsidR="007402C6" w:rsidRDefault="007402C6"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82E36" w14:textId="77777777" w:rsidR="00117214" w:rsidRDefault="00117214" w:rsidP="00117214">
    <w:pPr>
      <w:pStyle w:val="PrITitel"/>
    </w:pPr>
    <w:r w:rsidRPr="00117214">
      <w:t>Presseinformation</w:t>
    </w:r>
  </w:p>
  <w:p w14:paraId="3AB18165" w14:textId="77777777" w:rsidR="00117214" w:rsidRDefault="00117214" w:rsidP="00117214">
    <w:pPr>
      <w:pStyle w:val="PrITitel"/>
    </w:pPr>
    <w:r>
      <w:t>Press release</w:t>
    </w:r>
  </w:p>
  <w:p w14:paraId="46BDC6E0" w14:textId="77777777" w:rsidR="00117214" w:rsidRDefault="00117214" w:rsidP="00117214">
    <w:pPr>
      <w:pStyle w:val="PrITitel"/>
    </w:pPr>
    <w:r>
      <w:t>Bulletin de presse</w:t>
    </w:r>
  </w:p>
  <w:p w14:paraId="798355EA" w14:textId="77777777" w:rsidR="00117214" w:rsidRDefault="00117214" w:rsidP="00117214">
    <w:pPr>
      <w:pStyle w:val="PrITitel"/>
    </w:pPr>
    <w:r>
      <w:t>Boletín de prensa</w:t>
    </w:r>
  </w:p>
  <w:p w14:paraId="3E83EA58" w14:textId="77777777" w:rsidR="00117214" w:rsidRDefault="00117214" w:rsidP="00C0221B">
    <w:pPr>
      <w:pStyle w:val="PrITitel"/>
    </w:pPr>
    <w:r>
      <w:drawing>
        <wp:anchor distT="0" distB="0" distL="114300" distR="114300" simplePos="0" relativeHeight="251665408" behindDoc="1" locked="0" layoutInCell="1" allowOverlap="1" wp14:anchorId="3674CE42" wp14:editId="3A198D73">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405C" w14:textId="77777777" w:rsidR="00117214" w:rsidRDefault="00117214" w:rsidP="00117214">
    <w:pPr>
      <w:pStyle w:val="PrITitel"/>
    </w:pPr>
    <w:r>
      <w:t>Presseinformation</w:t>
    </w:r>
  </w:p>
  <w:p w14:paraId="5627D0C1" w14:textId="77777777" w:rsidR="00117214" w:rsidRDefault="00117214" w:rsidP="00117214">
    <w:pPr>
      <w:pStyle w:val="PrITitel"/>
    </w:pPr>
    <w:r>
      <w:t>Press release</w:t>
    </w:r>
  </w:p>
  <w:p w14:paraId="508052F4" w14:textId="77777777" w:rsidR="00117214" w:rsidRDefault="00117214" w:rsidP="00117214">
    <w:pPr>
      <w:pStyle w:val="PrITitel"/>
    </w:pPr>
    <w:r>
      <w:t>Bulletin de presse</w:t>
    </w:r>
  </w:p>
  <w:p w14:paraId="65FB487C" w14:textId="77777777" w:rsidR="00117214" w:rsidRDefault="00117214" w:rsidP="00117214">
    <w:pPr>
      <w:pStyle w:val="PrITitel"/>
    </w:pPr>
    <w:r>
      <w:t>Boletín de prensa</w:t>
    </w:r>
  </w:p>
  <w:p w14:paraId="7418A1D3" w14:textId="77777777" w:rsidR="00117214" w:rsidRDefault="00117214" w:rsidP="00C0221B">
    <w:pPr>
      <w:pStyle w:val="PrITitel"/>
    </w:pPr>
    <w:r>
      <w:drawing>
        <wp:anchor distT="0" distB="0" distL="114300" distR="114300" simplePos="0" relativeHeight="251663360" behindDoc="1" locked="0" layoutInCell="1" allowOverlap="1" wp14:anchorId="01543598" wp14:editId="1698C045">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8940AE2"/>
    <w:multiLevelType w:val="hybridMultilevel"/>
    <w:tmpl w:val="7F3480AA"/>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3"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53C6353"/>
    <w:multiLevelType w:val="hybridMultilevel"/>
    <w:tmpl w:val="51EC58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5"/>
  </w:num>
  <w:num w:numId="2">
    <w:abstractNumId w:val="11"/>
  </w:num>
  <w:num w:numId="3">
    <w:abstractNumId w:val="13"/>
  </w:num>
  <w:num w:numId="4">
    <w:abstractNumId w:val="18"/>
  </w:num>
  <w:num w:numId="5">
    <w:abstractNumId w:val="14"/>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 w:numId="18">
    <w:abstractNumId w:val="1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2C6"/>
    <w:rsid w:val="00037791"/>
    <w:rsid w:val="000643FA"/>
    <w:rsid w:val="000B265E"/>
    <w:rsid w:val="000C473B"/>
    <w:rsid w:val="000D0EBB"/>
    <w:rsid w:val="001021E2"/>
    <w:rsid w:val="00117214"/>
    <w:rsid w:val="001312B3"/>
    <w:rsid w:val="00251ECD"/>
    <w:rsid w:val="00290A7A"/>
    <w:rsid w:val="002A7B66"/>
    <w:rsid w:val="002D58E6"/>
    <w:rsid w:val="00316214"/>
    <w:rsid w:val="00391D37"/>
    <w:rsid w:val="003C1419"/>
    <w:rsid w:val="00503C80"/>
    <w:rsid w:val="00536266"/>
    <w:rsid w:val="005955DB"/>
    <w:rsid w:val="005F1977"/>
    <w:rsid w:val="005F5ECD"/>
    <w:rsid w:val="00606534"/>
    <w:rsid w:val="006E1E23"/>
    <w:rsid w:val="006F1EE1"/>
    <w:rsid w:val="007402C6"/>
    <w:rsid w:val="007541BD"/>
    <w:rsid w:val="00792080"/>
    <w:rsid w:val="00836B73"/>
    <w:rsid w:val="008562A8"/>
    <w:rsid w:val="008C0DDB"/>
    <w:rsid w:val="008F082C"/>
    <w:rsid w:val="0091331B"/>
    <w:rsid w:val="00917012"/>
    <w:rsid w:val="00930AE8"/>
    <w:rsid w:val="009B0F9C"/>
    <w:rsid w:val="00A77CE2"/>
    <w:rsid w:val="00B51434"/>
    <w:rsid w:val="00BC5371"/>
    <w:rsid w:val="00C0221B"/>
    <w:rsid w:val="00C1109F"/>
    <w:rsid w:val="00C54E5A"/>
    <w:rsid w:val="00C56D0B"/>
    <w:rsid w:val="00CA0DC1"/>
    <w:rsid w:val="00CD5DCF"/>
    <w:rsid w:val="00D32622"/>
    <w:rsid w:val="00DA09E6"/>
    <w:rsid w:val="00E666F8"/>
    <w:rsid w:val="00E91DB2"/>
    <w:rsid w:val="00EB5C59"/>
    <w:rsid w:val="00EC5AFB"/>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20E79C77"/>
  <w15:docId w15:val="{DC01A888-2D15-40DB-A205-D13F0C8B7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Listenabsatz">
    <w:name w:val="List Paragraph"/>
    <w:basedOn w:val="Standard"/>
    <w:uiPriority w:val="34"/>
    <w:rsid w:val="00C110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365</Words>
  <Characters>2557</Characters>
  <Application>Microsoft Office Word</Application>
  <DocSecurity>0</DocSecurity>
  <Lines>41</Lines>
  <Paragraphs>6</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2916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Moertl, Peter</cp:lastModifiedBy>
  <cp:revision>9</cp:revision>
  <cp:lastPrinted>2013-10-22T11:12:00Z</cp:lastPrinted>
  <dcterms:created xsi:type="dcterms:W3CDTF">2023-02-10T08:15:00Z</dcterms:created>
  <dcterms:modified xsi:type="dcterms:W3CDTF">2023-02-10T10:00:00Z</dcterms:modified>
</cp:coreProperties>
</file>